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7A9141" w14:textId="5821F069" w:rsidR="00421E32" w:rsidRPr="007F3777" w:rsidRDefault="005F009C" w:rsidP="004F58CB">
      <w:pPr>
        <w:spacing w:before="1200" w:after="2400"/>
        <w:jc w:val="center"/>
        <w:rPr>
          <w:rFonts w:asciiTheme="minorHAnsi" w:hAnsiTheme="minorHAnsi" w:cstheme="minorHAnsi"/>
          <w:b/>
          <w:sz w:val="36"/>
          <w:szCs w:val="36"/>
          <w:lang w:val="en-GB"/>
        </w:rPr>
      </w:pPr>
      <w:r w:rsidRPr="007F3777">
        <w:rPr>
          <w:rFonts w:asciiTheme="minorHAnsi" w:hAnsiTheme="minorHAnsi" w:cstheme="minorHAnsi"/>
          <w:b/>
          <w:sz w:val="36"/>
          <w:szCs w:val="36"/>
          <w:lang w:val="en-GB"/>
        </w:rPr>
        <w:t xml:space="preserve">REQUEST FOR </w:t>
      </w:r>
      <w:r w:rsidR="00AB3974">
        <w:rPr>
          <w:rFonts w:asciiTheme="minorHAnsi" w:hAnsiTheme="minorHAnsi" w:cstheme="minorHAnsi"/>
          <w:b/>
          <w:sz w:val="36"/>
          <w:szCs w:val="36"/>
          <w:lang w:val="en-GB"/>
        </w:rPr>
        <w:t>QUOTATION</w:t>
      </w:r>
      <w:r w:rsidR="00EA5718" w:rsidRPr="007F3777">
        <w:rPr>
          <w:rFonts w:asciiTheme="minorHAnsi" w:hAnsiTheme="minorHAnsi" w:cstheme="minorHAnsi"/>
          <w:b/>
          <w:sz w:val="36"/>
          <w:szCs w:val="36"/>
          <w:lang w:val="en-GB"/>
        </w:rPr>
        <w:br/>
      </w:r>
      <w:r w:rsidR="00F00414">
        <w:rPr>
          <w:rFonts w:asciiTheme="minorHAnsi" w:hAnsiTheme="minorHAnsi" w:cstheme="minorHAnsi"/>
          <w:b/>
          <w:sz w:val="36"/>
          <w:szCs w:val="36"/>
          <w:lang w:val="en-GB"/>
        </w:rPr>
        <w:t>CERTIFICATE OF COMPLIANCE FORM</w:t>
      </w:r>
    </w:p>
    <w:p w14:paraId="71E15998" w14:textId="7A8143F8" w:rsidR="00141577" w:rsidRPr="007F3777" w:rsidRDefault="00141577" w:rsidP="00B8421C">
      <w:pPr>
        <w:tabs>
          <w:tab w:val="left" w:pos="2835"/>
        </w:tabs>
        <w:spacing w:before="240" w:after="240"/>
        <w:ind w:left="2835" w:hanging="2835"/>
        <w:jc w:val="center"/>
        <w:rPr>
          <w:lang w:val="en-GB" w:eastAsia="ko-KR"/>
        </w:rPr>
      </w:pPr>
      <w:bookmarkStart w:id="0" w:name="_Ref371928515"/>
      <w:bookmarkStart w:id="1" w:name="_Ref374243803"/>
      <w:bookmarkStart w:id="2" w:name="_Ref384989099"/>
      <w:bookmarkStart w:id="3" w:name="_Ref385265302"/>
      <w:r w:rsidRPr="007F3777">
        <w:rPr>
          <w:b/>
          <w:lang w:val="en-GB"/>
        </w:rPr>
        <w:t>Procurement No:</w:t>
      </w:r>
      <w:r w:rsidR="00657F01">
        <w:rPr>
          <w:b/>
          <w:lang w:val="en-GB"/>
        </w:rPr>
        <w:t xml:space="preserve"> 17-ss005-25</w:t>
      </w:r>
      <w:r w:rsidRPr="007F3777">
        <w:rPr>
          <w:lang w:val="en-GB"/>
        </w:rPr>
        <w:tab/>
      </w:r>
      <w:bookmarkEnd w:id="0"/>
      <w:bookmarkEnd w:id="1"/>
      <w:bookmarkEnd w:id="2"/>
      <w:bookmarkEnd w:id="3"/>
      <w:r w:rsidR="00FF658D" w:rsidRPr="007F3777">
        <w:rPr>
          <w:lang w:val="en-GB" w:eastAsia="ko-KR"/>
        </w:rPr>
        <w:t xml:space="preserve"> </w:t>
      </w:r>
    </w:p>
    <w:p w14:paraId="0D0991EE" w14:textId="77777777" w:rsidR="00DA672F" w:rsidRDefault="008857C5" w:rsidP="00DA672F">
      <w:pPr>
        <w:pStyle w:val="Heading3"/>
        <w:rPr>
          <w:lang w:eastAsia="ko-KR"/>
        </w:rPr>
      </w:pPr>
      <w:r w:rsidRPr="00E7254B">
        <w:rPr>
          <w:rFonts w:cs="Calibri"/>
          <w:lang w:val="en-GB" w:eastAsia="ko-KR"/>
        </w:rPr>
        <w:br w:type="page"/>
      </w:r>
      <w:r w:rsidR="00DA672F">
        <w:rPr>
          <w:lang w:eastAsia="ko-KR"/>
        </w:rPr>
        <w:lastRenderedPageBreak/>
        <w:t>Introduction</w:t>
      </w:r>
    </w:p>
    <w:p w14:paraId="0A0A6009" w14:textId="105EE62D" w:rsidR="00B6466C" w:rsidRPr="00DA672F" w:rsidRDefault="00B6466C" w:rsidP="00FF658D">
      <w:pPr>
        <w:spacing w:before="120"/>
        <w:jc w:val="both"/>
        <w:rPr>
          <w:rFonts w:ascii="Calibri" w:hAnsi="Calibri" w:cs="Calibri"/>
          <w:sz w:val="22"/>
          <w:szCs w:val="22"/>
          <w:lang w:eastAsia="ko-KR"/>
        </w:rPr>
      </w:pPr>
      <w:r w:rsidRPr="00DA672F">
        <w:rPr>
          <w:rFonts w:ascii="Calibri" w:hAnsi="Calibri" w:cs="Calibri"/>
          <w:sz w:val="22"/>
          <w:szCs w:val="22"/>
          <w:lang w:eastAsia="ko-KR"/>
        </w:rPr>
        <w:t>This Certification</w:t>
      </w:r>
      <w:r w:rsidR="000F21A4">
        <w:rPr>
          <w:rFonts w:ascii="Calibri" w:hAnsi="Calibri" w:cs="Calibri"/>
          <w:sz w:val="22"/>
          <w:szCs w:val="22"/>
          <w:lang w:eastAsia="ko-KR"/>
        </w:rPr>
        <w:t xml:space="preserve"> of Compliance</w:t>
      </w:r>
      <w:r w:rsidRPr="00DA672F">
        <w:rPr>
          <w:rFonts w:ascii="Calibri" w:hAnsi="Calibri" w:cs="Calibri"/>
          <w:sz w:val="22"/>
          <w:szCs w:val="22"/>
          <w:lang w:eastAsia="ko-KR"/>
        </w:rPr>
        <w:t xml:space="preserve"> Form contains the mandatory requirements, with which the Tenderer must comply. The Form must be signed by an authorized representative of the Tenderer, certifying that the Tenderer complies with all the mandatory requirements</w:t>
      </w:r>
      <w:r w:rsidRPr="00E7254B">
        <w:rPr>
          <w:rFonts w:ascii="Calibri" w:hAnsi="Calibri" w:cs="Calibri"/>
          <w:vertAlign w:val="superscript"/>
          <w:lang w:eastAsia="ko-KR"/>
        </w:rPr>
        <w:footnoteReference w:id="2"/>
      </w:r>
      <w:r w:rsidRPr="00DA672F">
        <w:rPr>
          <w:rFonts w:ascii="Calibri" w:hAnsi="Calibri" w:cs="Calibri"/>
          <w:sz w:val="22"/>
          <w:szCs w:val="22"/>
          <w:lang w:eastAsia="ko-KR"/>
        </w:rPr>
        <w:t>.</w:t>
      </w:r>
    </w:p>
    <w:p w14:paraId="2E9E5DBE" w14:textId="5346B849" w:rsidR="00B6466C" w:rsidRPr="00DA672F" w:rsidRDefault="00B6466C" w:rsidP="00FF658D">
      <w:pPr>
        <w:spacing w:before="120"/>
        <w:jc w:val="both"/>
        <w:rPr>
          <w:rFonts w:ascii="Calibri" w:hAnsi="Calibri" w:cs="Calibri"/>
          <w:sz w:val="22"/>
          <w:szCs w:val="22"/>
          <w:lang w:val="en-GB" w:eastAsia="ko-KR"/>
        </w:rPr>
      </w:pPr>
      <w:r w:rsidRPr="00DA672F">
        <w:rPr>
          <w:rFonts w:ascii="Calibri" w:hAnsi="Calibri" w:cs="Calibri"/>
          <w:sz w:val="22"/>
          <w:szCs w:val="22"/>
          <w:lang w:val="en-GB" w:eastAsia="ko-KR"/>
        </w:rPr>
        <w:t xml:space="preserve">The text of this Form shall not be modified in any way. Failure to complete and sign this form and submit it in whole in accordance with the instructions described in this form will automatically result in the rejection of your </w:t>
      </w:r>
      <w:r w:rsidR="00AB3974">
        <w:rPr>
          <w:rFonts w:ascii="Calibri" w:hAnsi="Calibri" w:cs="Calibri"/>
          <w:sz w:val="22"/>
          <w:szCs w:val="22"/>
          <w:lang w:val="en-GB" w:eastAsia="ko-KR"/>
        </w:rPr>
        <w:t>Quotation</w:t>
      </w:r>
      <w:r w:rsidRPr="00DA672F">
        <w:rPr>
          <w:rFonts w:ascii="Calibri" w:hAnsi="Calibri" w:cs="Calibri"/>
          <w:sz w:val="22"/>
          <w:szCs w:val="22"/>
          <w:lang w:val="en-GB" w:eastAsia="ko-KR"/>
        </w:rPr>
        <w:t>.</w:t>
      </w:r>
    </w:p>
    <w:p w14:paraId="72710909" w14:textId="77777777" w:rsidR="00F95CAD" w:rsidRPr="00E810BA" w:rsidRDefault="00F95CAD" w:rsidP="00FF658D">
      <w:pPr>
        <w:pStyle w:val="Heading3"/>
        <w:jc w:val="both"/>
      </w:pPr>
      <w:bookmarkStart w:id="4" w:name="_Toc419901150"/>
      <w:r w:rsidRPr="00E810BA">
        <w:t>Financial viability</w:t>
      </w:r>
      <w:bookmarkEnd w:id="4"/>
    </w:p>
    <w:p w14:paraId="1C573257" w14:textId="77777777" w:rsidR="002B1E40" w:rsidRPr="005A408A" w:rsidRDefault="002B1E40" w:rsidP="00FF658D">
      <w:pPr>
        <w:spacing w:before="120"/>
        <w:jc w:val="both"/>
        <w:rPr>
          <w:rFonts w:ascii="Calibri" w:hAnsi="Calibri" w:cs="Calibri"/>
          <w:sz w:val="22"/>
          <w:szCs w:val="22"/>
          <w:lang w:eastAsia="ko-KR"/>
        </w:rPr>
      </w:pPr>
      <w:r w:rsidRPr="005A408A">
        <w:rPr>
          <w:rFonts w:ascii="Calibri" w:hAnsi="Calibri" w:cs="Calibri"/>
          <w:sz w:val="22"/>
          <w:szCs w:val="22"/>
          <w:lang w:eastAsia="ko-KR"/>
        </w:rPr>
        <w:t xml:space="preserve">The Tenderer must be financially solvent and financially capable to perform the proposed services and to undertake the necessary expenditures without anticipated financial difficulties and must </w:t>
      </w:r>
      <w:r>
        <w:rPr>
          <w:rFonts w:ascii="Calibri" w:hAnsi="Calibri" w:cs="Calibri"/>
          <w:sz w:val="22"/>
          <w:szCs w:val="22"/>
          <w:lang w:eastAsia="ko-KR"/>
        </w:rPr>
        <w:t xml:space="preserve">be able to </w:t>
      </w:r>
      <w:r w:rsidRPr="005A408A">
        <w:rPr>
          <w:rFonts w:ascii="Calibri" w:hAnsi="Calibri" w:cs="Calibri"/>
          <w:sz w:val="22"/>
          <w:szCs w:val="22"/>
          <w:lang w:eastAsia="ko-KR"/>
        </w:rPr>
        <w:t xml:space="preserve">demonstrate that it is able to do so prior to </w:t>
      </w:r>
      <w:r>
        <w:rPr>
          <w:rFonts w:ascii="Calibri" w:hAnsi="Calibri" w:cs="Calibri"/>
          <w:sz w:val="22"/>
          <w:szCs w:val="22"/>
          <w:lang w:eastAsia="ko-KR"/>
        </w:rPr>
        <w:t xml:space="preserve">a </w:t>
      </w:r>
      <w:r w:rsidRPr="005A408A">
        <w:rPr>
          <w:rFonts w:ascii="Calibri" w:hAnsi="Calibri" w:cs="Calibri"/>
          <w:sz w:val="22"/>
          <w:szCs w:val="22"/>
          <w:lang w:eastAsia="ko-KR"/>
        </w:rPr>
        <w:t xml:space="preserve">contract award </w:t>
      </w:r>
      <w:r w:rsidRPr="005A408A">
        <w:rPr>
          <w:rFonts w:ascii="Calibri" w:hAnsi="Calibri" w:cs="Calibri"/>
          <w:sz w:val="22"/>
          <w:szCs w:val="22"/>
          <w:highlight w:val="yellow"/>
          <w:lang w:eastAsia="ko-KR"/>
        </w:rPr>
        <w:t xml:space="preserve">by submitting </w:t>
      </w:r>
      <w:r>
        <w:rPr>
          <w:rFonts w:ascii="Calibri" w:hAnsi="Calibri" w:cs="Calibri"/>
          <w:sz w:val="22"/>
          <w:szCs w:val="22"/>
          <w:highlight w:val="yellow"/>
          <w:lang w:eastAsia="ko-KR"/>
        </w:rPr>
        <w:t xml:space="preserve">the form </w:t>
      </w:r>
      <w:r w:rsidRPr="005A408A">
        <w:rPr>
          <w:rFonts w:ascii="Calibri" w:hAnsi="Calibri" w:cs="Calibri"/>
          <w:sz w:val="22"/>
          <w:szCs w:val="22"/>
          <w:highlight w:val="yellow"/>
          <w:lang w:eastAsia="ko-KR"/>
        </w:rPr>
        <w:t>Availability of Financial Resources</w:t>
      </w:r>
      <w:r w:rsidRPr="005A408A">
        <w:rPr>
          <w:rFonts w:ascii="Calibri" w:hAnsi="Calibri" w:cs="Calibri"/>
          <w:sz w:val="22"/>
          <w:szCs w:val="22"/>
          <w:lang w:eastAsia="ko-KR"/>
        </w:rPr>
        <w:t>.</w:t>
      </w:r>
    </w:p>
    <w:p w14:paraId="1255A34C" w14:textId="69149F25" w:rsidR="00F95CAD" w:rsidRPr="00DA672F" w:rsidRDefault="00F95CAD" w:rsidP="00FF658D">
      <w:pPr>
        <w:spacing w:before="120"/>
        <w:jc w:val="both"/>
        <w:rPr>
          <w:rFonts w:ascii="Calibri" w:hAnsi="Calibri" w:cs="Calibri"/>
          <w:sz w:val="22"/>
          <w:szCs w:val="22"/>
          <w:lang w:eastAsia="ko-KR"/>
        </w:rPr>
      </w:pPr>
      <w:r w:rsidRPr="00DA672F">
        <w:rPr>
          <w:rFonts w:ascii="Calibri" w:hAnsi="Calibri" w:cs="Calibri"/>
          <w:sz w:val="22"/>
          <w:szCs w:val="22"/>
          <w:lang w:eastAsia="ko-KR"/>
        </w:rPr>
        <w:t xml:space="preserve">The Tenderer’s annual financial statements from the last three years must be submitted with the Financial Component. If the Tenderer has been in operation for a shorter </w:t>
      </w:r>
      <w:r w:rsidR="00FF658D" w:rsidRPr="00DA672F">
        <w:rPr>
          <w:rFonts w:ascii="Calibri" w:hAnsi="Calibri" w:cs="Calibri"/>
          <w:sz w:val="22"/>
          <w:szCs w:val="22"/>
          <w:lang w:eastAsia="ko-KR"/>
        </w:rPr>
        <w:t>period</w:t>
      </w:r>
      <w:r w:rsidRPr="00DA672F">
        <w:rPr>
          <w:rFonts w:ascii="Calibri" w:hAnsi="Calibri" w:cs="Calibri"/>
          <w:sz w:val="22"/>
          <w:szCs w:val="22"/>
          <w:lang w:eastAsia="ko-KR"/>
        </w:rPr>
        <w:t xml:space="preserve">, </w:t>
      </w:r>
      <w:r w:rsidR="00442821"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may in its sole discretion determine to accept a fewer number of years of financial statements or to reject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as not meeting requirements.</w:t>
      </w:r>
    </w:p>
    <w:p w14:paraId="7A6647CA" w14:textId="77777777" w:rsidR="00F95CAD" w:rsidRPr="00DA672F" w:rsidRDefault="00F95CAD" w:rsidP="00FF658D">
      <w:pPr>
        <w:spacing w:before="120"/>
        <w:jc w:val="both"/>
        <w:rPr>
          <w:rFonts w:ascii="Calibri" w:hAnsi="Calibri" w:cs="Calibri"/>
          <w:sz w:val="22"/>
          <w:szCs w:val="22"/>
          <w:lang w:eastAsia="ko-KR"/>
        </w:rPr>
      </w:pPr>
      <w:r w:rsidRPr="00DA672F">
        <w:rPr>
          <w:rFonts w:ascii="Calibri" w:hAnsi="Calibri" w:cs="Calibri"/>
          <w:sz w:val="22"/>
          <w:szCs w:val="22"/>
          <w:lang w:eastAsia="ko-KR"/>
        </w:rPr>
        <w:t>The Tenderer may be excluded from participation in the present and future Tender process where the Tenderer:</w:t>
      </w:r>
    </w:p>
    <w:p w14:paraId="40DCFE87" w14:textId="14F2E438" w:rsidR="00F95CAD" w:rsidRPr="00DA672F" w:rsidRDefault="00F95CAD" w:rsidP="00FF658D">
      <w:pPr>
        <w:spacing w:before="120"/>
        <w:ind w:left="426"/>
        <w:jc w:val="both"/>
        <w:rPr>
          <w:rFonts w:ascii="Calibri" w:hAnsi="Calibri" w:cs="Calibri"/>
          <w:sz w:val="22"/>
          <w:szCs w:val="22"/>
          <w:lang w:eastAsia="ko-KR"/>
        </w:rPr>
      </w:pPr>
      <w:r w:rsidRPr="00DA672F">
        <w:rPr>
          <w:rFonts w:ascii="Calibri" w:hAnsi="Calibri" w:cs="Calibri"/>
          <w:sz w:val="22"/>
          <w:szCs w:val="22"/>
          <w:lang w:eastAsia="ko-KR"/>
        </w:rPr>
        <w:t xml:space="preserve">(a) is bankrupt or is being wound up, where its affairs are being administered by </w:t>
      </w:r>
      <w:r w:rsidR="002D20F8" w:rsidRPr="00DA672F">
        <w:rPr>
          <w:rFonts w:ascii="Calibri" w:hAnsi="Calibri" w:cs="Calibri"/>
          <w:sz w:val="22"/>
          <w:szCs w:val="22"/>
          <w:lang w:eastAsia="ko-KR"/>
        </w:rPr>
        <w:t>a</w:t>
      </w:r>
      <w:r w:rsidRPr="00DA672F">
        <w:rPr>
          <w:rFonts w:ascii="Calibri" w:hAnsi="Calibri" w:cs="Calibri"/>
          <w:sz w:val="22"/>
          <w:szCs w:val="22"/>
          <w:lang w:eastAsia="ko-KR"/>
        </w:rPr>
        <w:t xml:space="preserve"> court, where it has </w:t>
      </w:r>
      <w:r w:rsidR="00FF658D" w:rsidRPr="00DA672F">
        <w:rPr>
          <w:rFonts w:ascii="Calibri" w:hAnsi="Calibri" w:cs="Calibri"/>
          <w:sz w:val="22"/>
          <w:szCs w:val="22"/>
          <w:lang w:eastAsia="ko-KR"/>
        </w:rPr>
        <w:t>entered</w:t>
      </w:r>
      <w:r w:rsidRPr="00DA672F">
        <w:rPr>
          <w:rFonts w:ascii="Calibri" w:hAnsi="Calibri" w:cs="Calibri"/>
          <w:sz w:val="22"/>
          <w:szCs w:val="22"/>
          <w:lang w:eastAsia="ko-KR"/>
        </w:rPr>
        <w:t xml:space="preserve"> an arrangement with creditors, where it has suspended business activities or is in any analogous situation arising from a similar procedure under national or local laws and regulations;</w:t>
      </w:r>
    </w:p>
    <w:p w14:paraId="791D5B7A" w14:textId="466990CE" w:rsidR="00F95CAD" w:rsidRPr="00DA672F" w:rsidRDefault="00F95CAD" w:rsidP="00FF658D">
      <w:pPr>
        <w:spacing w:before="120"/>
        <w:ind w:left="426"/>
        <w:jc w:val="both"/>
        <w:rPr>
          <w:rFonts w:ascii="Calibri" w:hAnsi="Calibri" w:cs="Calibri"/>
          <w:sz w:val="22"/>
          <w:szCs w:val="22"/>
          <w:lang w:eastAsia="ko-KR"/>
        </w:rPr>
      </w:pPr>
      <w:r w:rsidRPr="00DA672F">
        <w:rPr>
          <w:rFonts w:ascii="Calibri" w:hAnsi="Calibri" w:cs="Calibri"/>
          <w:sz w:val="22"/>
          <w:szCs w:val="22"/>
          <w:lang w:eastAsia="ko-KR"/>
        </w:rPr>
        <w:t>(b) i</w:t>
      </w:r>
      <w:r w:rsidR="002D20F8" w:rsidRPr="00DA672F">
        <w:rPr>
          <w:rFonts w:ascii="Calibri" w:hAnsi="Calibri" w:cs="Calibri"/>
          <w:sz w:val="22"/>
          <w:szCs w:val="22"/>
          <w:lang w:eastAsia="ko-KR"/>
        </w:rPr>
        <w:t>f</w:t>
      </w:r>
      <w:r w:rsidRPr="00DA672F">
        <w:rPr>
          <w:rFonts w:ascii="Calibri" w:hAnsi="Calibri" w:cs="Calibri"/>
          <w:sz w:val="22"/>
          <w:szCs w:val="22"/>
          <w:lang w:eastAsia="ko-KR"/>
        </w:rPr>
        <w:t xml:space="preserve"> any of its officers or any of its employees or subcontractors proposed to undertake any portion of the work or deliver any of the goods has been convicted of any offence concerning professional conduct by a judgment which has the force of res judicata or has been guilty of grave professional misconduct proven by any means which </w:t>
      </w:r>
      <w:r w:rsidR="002D20F8"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can demonstrate;</w:t>
      </w:r>
    </w:p>
    <w:p w14:paraId="764B60BC" w14:textId="77777777" w:rsidR="00F95CAD" w:rsidRPr="00DA672F" w:rsidRDefault="00F95CAD" w:rsidP="00FF658D">
      <w:pPr>
        <w:spacing w:before="120"/>
        <w:ind w:left="426"/>
        <w:jc w:val="both"/>
        <w:rPr>
          <w:rFonts w:ascii="Calibri" w:hAnsi="Calibri" w:cs="Calibri"/>
          <w:sz w:val="22"/>
          <w:szCs w:val="22"/>
          <w:lang w:eastAsia="ko-KR"/>
        </w:rPr>
      </w:pPr>
      <w:r w:rsidRPr="00DA672F">
        <w:rPr>
          <w:rFonts w:ascii="Calibri" w:hAnsi="Calibri" w:cs="Calibri"/>
          <w:sz w:val="22"/>
          <w:szCs w:val="22"/>
          <w:lang w:eastAsia="ko-KR"/>
        </w:rPr>
        <w:t>(c) has not fulfilled obligations relating to the payment of taxes or social security contributions in accordance with the legal provisions of the country in which it is established or with those of the country where the work is to be performed or delivered; or</w:t>
      </w:r>
    </w:p>
    <w:p w14:paraId="44CB1198" w14:textId="77777777" w:rsidR="00F95CAD" w:rsidRPr="00DA672F" w:rsidRDefault="00F95CAD" w:rsidP="00FF658D">
      <w:pPr>
        <w:spacing w:before="120"/>
        <w:ind w:left="426"/>
        <w:jc w:val="both"/>
        <w:rPr>
          <w:rFonts w:ascii="Calibri" w:hAnsi="Calibri" w:cs="Calibri"/>
          <w:sz w:val="22"/>
          <w:szCs w:val="22"/>
          <w:lang w:eastAsia="ko-KR"/>
        </w:rPr>
      </w:pPr>
      <w:r w:rsidRPr="00DA672F">
        <w:rPr>
          <w:rFonts w:ascii="Calibri" w:hAnsi="Calibri" w:cs="Calibri"/>
          <w:sz w:val="22"/>
          <w:szCs w:val="22"/>
          <w:lang w:eastAsia="ko-KR"/>
        </w:rPr>
        <w:t>(d) is guilty of misrepresentation in the information required under this section or has not supplied such information.</w:t>
      </w:r>
    </w:p>
    <w:p w14:paraId="13888767" w14:textId="77777777" w:rsidR="00B74539" w:rsidRPr="00B74539" w:rsidRDefault="00B74539" w:rsidP="00B74539">
      <w:pPr>
        <w:pStyle w:val="Heading3"/>
        <w:rPr>
          <w:lang w:eastAsia="ko-KR"/>
        </w:rPr>
      </w:pPr>
      <w:bookmarkStart w:id="5" w:name="_Toc419901151"/>
      <w:r w:rsidRPr="00B74539">
        <w:rPr>
          <w:lang w:eastAsia="ko-KR"/>
        </w:rPr>
        <w:t>Validity of facts</w:t>
      </w:r>
      <w:bookmarkEnd w:id="5"/>
    </w:p>
    <w:p w14:paraId="77BF30D0" w14:textId="743A499B"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 must certify that each statement made in and </w:t>
      </w:r>
      <w:r w:rsidR="00FF658D" w:rsidRPr="00DA672F">
        <w:rPr>
          <w:rFonts w:ascii="Calibri" w:hAnsi="Calibri" w:cs="Calibri"/>
          <w:sz w:val="22"/>
          <w:szCs w:val="22"/>
          <w:lang w:eastAsia="ko-KR"/>
        </w:rPr>
        <w:t>regarding</w:t>
      </w:r>
      <w:r w:rsidRPr="00DA672F">
        <w:rPr>
          <w:rFonts w:ascii="Calibri" w:hAnsi="Calibri" w:cs="Calibri"/>
          <w:sz w:val="22"/>
          <w:szCs w:val="22"/>
          <w:lang w:eastAsia="ko-KR"/>
        </w:rPr>
        <w:t xml:space="preserve">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is accurate and factual, that it is aware that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reserves the right to verify any information provided in this regard, and that untrue statements may result in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being rejected.</w:t>
      </w:r>
    </w:p>
    <w:p w14:paraId="631B71CE" w14:textId="77777777" w:rsidR="00B74539" w:rsidRPr="00B74539" w:rsidRDefault="00B74539" w:rsidP="00B74539">
      <w:pPr>
        <w:pStyle w:val="Heading3"/>
        <w:rPr>
          <w:lang w:eastAsia="ko-KR"/>
        </w:rPr>
      </w:pPr>
      <w:bookmarkStart w:id="6" w:name="_Toc419901152"/>
      <w:r w:rsidRPr="00B74539">
        <w:rPr>
          <w:lang w:eastAsia="ko-KR"/>
        </w:rPr>
        <w:lastRenderedPageBreak/>
        <w:t xml:space="preserve">Anti-corruption </w:t>
      </w:r>
      <w:bookmarkEnd w:id="6"/>
      <w:r w:rsidRPr="00B74539">
        <w:rPr>
          <w:lang w:eastAsia="ko-KR"/>
        </w:rPr>
        <w:t>and criminal activities</w:t>
      </w:r>
    </w:p>
    <w:p w14:paraId="2EE9D436" w14:textId="470DB95A" w:rsidR="00B74539" w:rsidRPr="00DA672F" w:rsidRDefault="00B74539" w:rsidP="00FF658D">
      <w:pPr>
        <w:spacing w:before="120"/>
        <w:jc w:val="both"/>
        <w:rPr>
          <w:rFonts w:ascii="Calibri" w:hAnsi="Calibri" w:cs="Calibri"/>
          <w:sz w:val="22"/>
          <w:szCs w:val="22"/>
          <w:lang w:eastAsia="ko-KR"/>
        </w:rPr>
      </w:pPr>
      <w:r w:rsidRPr="00DA672F">
        <w:rPr>
          <w:rFonts w:ascii="Calibri" w:hAnsi="Calibri" w:cs="Calibri"/>
          <w:sz w:val="22"/>
          <w:szCs w:val="22"/>
          <w:lang w:eastAsia="ko-KR"/>
        </w:rPr>
        <w:t>In accordance with its Anti-Corruption Policy</w:t>
      </w:r>
      <w:r w:rsidR="00FF658D">
        <w:rPr>
          <w:rFonts w:ascii="Calibri" w:hAnsi="Calibri" w:cs="Calibri"/>
          <w:sz w:val="22"/>
          <w:szCs w:val="22"/>
          <w:lang w:eastAsia="ko-KR"/>
        </w:rPr>
        <w:t xml:space="preserve">, </w:t>
      </w:r>
      <w:r w:rsidRPr="00DA672F">
        <w:rPr>
          <w:rFonts w:ascii="Calibri" w:hAnsi="Calibri" w:cs="Calibri"/>
          <w:sz w:val="22"/>
          <w:szCs w:val="22"/>
          <w:lang w:val="en-GB" w:eastAsia="ko-KR"/>
        </w:rPr>
        <w:t xml:space="preserve">Government of Kiribati </w:t>
      </w:r>
      <w:r w:rsidRPr="00DA672F">
        <w:rPr>
          <w:rFonts w:ascii="Calibri" w:hAnsi="Calibri" w:cs="Calibri"/>
          <w:sz w:val="22"/>
          <w:szCs w:val="22"/>
          <w:lang w:eastAsia="ko-KR"/>
        </w:rPr>
        <w:t xml:space="preserve">implements a policy of zero tolerance on fraud and corrupt practices and is committed to preventing, </w:t>
      </w:r>
      <w:r w:rsidR="00FF658D" w:rsidRPr="00DA672F">
        <w:rPr>
          <w:rFonts w:ascii="Calibri" w:hAnsi="Calibri" w:cs="Calibri"/>
          <w:sz w:val="22"/>
          <w:szCs w:val="22"/>
          <w:lang w:eastAsia="ko-KR"/>
        </w:rPr>
        <w:t>identifying,</w:t>
      </w:r>
      <w:r w:rsidRPr="00DA672F">
        <w:rPr>
          <w:rFonts w:ascii="Calibri" w:hAnsi="Calibri" w:cs="Calibri"/>
          <w:sz w:val="22"/>
          <w:szCs w:val="22"/>
          <w:lang w:eastAsia="ko-KR"/>
        </w:rPr>
        <w:t xml:space="preserve"> and addressing all acts of fraud and corrupt practices against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as well as third parties involved in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activities </w:t>
      </w:r>
    </w:p>
    <w:p w14:paraId="5B7EF66E" w14:textId="363565D7" w:rsidR="00B74539" w:rsidRPr="00DA672F" w:rsidRDefault="00B74539" w:rsidP="00FF658D">
      <w:pPr>
        <w:spacing w:before="120"/>
        <w:jc w:val="both"/>
        <w:rPr>
          <w:rFonts w:ascii="Calibri" w:hAnsi="Calibri" w:cs="Calibri"/>
          <w:sz w:val="22"/>
          <w:szCs w:val="22"/>
          <w:lang w:eastAsia="ko-KR"/>
        </w:rPr>
      </w:pPr>
      <w:r w:rsidRPr="00DA672F">
        <w:rPr>
          <w:rFonts w:ascii="Calibri" w:hAnsi="Calibri" w:cs="Calibri"/>
          <w:sz w:val="22"/>
          <w:szCs w:val="22"/>
          <w:lang w:eastAsia="ko-KR"/>
        </w:rPr>
        <w:t xml:space="preserve">The Tenderer will not, either directly or through an agent, engage in coercive, collusive, </w:t>
      </w:r>
      <w:r w:rsidR="00FF658D" w:rsidRPr="00DA672F">
        <w:rPr>
          <w:rFonts w:ascii="Calibri" w:hAnsi="Calibri" w:cs="Calibri"/>
          <w:sz w:val="22"/>
          <w:szCs w:val="22"/>
          <w:lang w:eastAsia="ko-KR"/>
        </w:rPr>
        <w:t>corrupt,</w:t>
      </w:r>
      <w:r w:rsidRPr="00DA672F">
        <w:rPr>
          <w:rFonts w:ascii="Calibri" w:hAnsi="Calibri" w:cs="Calibri"/>
          <w:sz w:val="22"/>
          <w:szCs w:val="22"/>
          <w:lang w:eastAsia="ko-KR"/>
        </w:rPr>
        <w:t xml:space="preserve"> or fraudulent practices in competing for, or in executing, a Contract.</w:t>
      </w:r>
    </w:p>
    <w:p w14:paraId="30C0B97F" w14:textId="77777777" w:rsidR="00B74539" w:rsidRPr="00DA672F" w:rsidRDefault="00B74539" w:rsidP="00FF658D">
      <w:pPr>
        <w:spacing w:before="120"/>
        <w:jc w:val="both"/>
        <w:rPr>
          <w:rFonts w:ascii="Calibri" w:hAnsi="Calibri" w:cs="Calibri"/>
          <w:sz w:val="22"/>
          <w:szCs w:val="22"/>
          <w:lang w:eastAsia="ko-KR"/>
        </w:rPr>
      </w:pPr>
      <w:r w:rsidRPr="00DA672F">
        <w:rPr>
          <w:rFonts w:ascii="Calibri" w:hAnsi="Calibri" w:cs="Calibri"/>
          <w:sz w:val="22"/>
          <w:szCs w:val="22"/>
          <w:lang w:eastAsia="ko-KR"/>
        </w:rPr>
        <w:t>The Tenderer certifies that neither it nor any of its officers, employees or subcontractors performing any part of the work or providing any of the goods:</w:t>
      </w:r>
    </w:p>
    <w:p w14:paraId="6C990750" w14:textId="25786B81" w:rsidR="00B74539" w:rsidRPr="00DA672F" w:rsidRDefault="00B74539" w:rsidP="00FF658D">
      <w:pPr>
        <w:spacing w:before="120"/>
        <w:jc w:val="both"/>
        <w:rPr>
          <w:rFonts w:ascii="Calibri" w:hAnsi="Calibri" w:cs="Calibri"/>
          <w:sz w:val="22"/>
          <w:szCs w:val="22"/>
          <w:lang w:eastAsia="ko-KR"/>
        </w:rPr>
      </w:pPr>
      <w:r w:rsidRPr="00DA672F">
        <w:rPr>
          <w:rFonts w:ascii="Calibri" w:hAnsi="Calibri" w:cs="Calibri"/>
          <w:sz w:val="22"/>
          <w:szCs w:val="22"/>
          <w:lang w:eastAsia="ko-KR"/>
        </w:rPr>
        <w:t>(a) has been convicted by a court of law in any jurisdiction, for an offence involving bribery, fraud, corruption, money-laundering, involvement in a criminal organization or any other illegal activity detrimental to interests</w:t>
      </w:r>
      <w:r w:rsidR="00850C62" w:rsidRPr="00DA672F">
        <w:rPr>
          <w:rFonts w:ascii="Calibri" w:hAnsi="Calibri" w:cs="Calibri"/>
          <w:sz w:val="22"/>
          <w:szCs w:val="22"/>
          <w:lang w:eastAsia="ko-KR"/>
        </w:rPr>
        <w:t xml:space="preserve"> of </w:t>
      </w:r>
      <w:r w:rsidR="00850C62"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or</w:t>
      </w:r>
    </w:p>
    <w:p w14:paraId="45BA8185" w14:textId="77777777" w:rsidR="00B74539" w:rsidRPr="00DA672F" w:rsidRDefault="00B74539" w:rsidP="00FF658D">
      <w:pPr>
        <w:spacing w:before="120"/>
        <w:jc w:val="both"/>
        <w:rPr>
          <w:rFonts w:ascii="Calibri" w:hAnsi="Calibri" w:cs="Calibri"/>
          <w:sz w:val="22"/>
          <w:szCs w:val="22"/>
          <w:lang w:eastAsia="ko-KR"/>
        </w:rPr>
      </w:pPr>
      <w:r w:rsidRPr="00DA672F">
        <w:rPr>
          <w:rFonts w:ascii="Calibri" w:hAnsi="Calibri" w:cs="Calibri"/>
          <w:sz w:val="22"/>
          <w:szCs w:val="22"/>
          <w:lang w:eastAsia="ko-KR"/>
        </w:rPr>
        <w:t>(b) is currently under sanction for any above-mentioned offence imposed by a government, a governmental organization or a development organization providing development assistance.</w:t>
      </w:r>
    </w:p>
    <w:p w14:paraId="1F07B617" w14:textId="0D7BD3BD" w:rsidR="00B74539" w:rsidRPr="00DA672F" w:rsidRDefault="00B74539" w:rsidP="00FF658D">
      <w:pPr>
        <w:spacing w:before="120"/>
        <w:jc w:val="both"/>
        <w:rPr>
          <w:rFonts w:ascii="Calibri" w:hAnsi="Calibri" w:cs="Calibri"/>
          <w:sz w:val="22"/>
          <w:szCs w:val="22"/>
          <w:lang w:eastAsia="ko-KR"/>
        </w:rPr>
      </w:pPr>
      <w:r w:rsidRPr="00DA672F">
        <w:rPr>
          <w:rFonts w:ascii="Calibri" w:hAnsi="Calibri" w:cs="Calibri"/>
          <w:sz w:val="22"/>
          <w:szCs w:val="22"/>
          <w:lang w:eastAsia="ko-KR"/>
        </w:rPr>
        <w:t xml:space="preserve">(c) is on the UN’s sanctions list or has been debarred for a period exceeding one year or for an indefinite period by any Multilateral Development Bank, including the African Development Bank Group, the Asian Development Bank, the European Bank for Reconstruction and Development, the Inter-American Development </w:t>
      </w:r>
      <w:r w:rsidR="00FF658D" w:rsidRPr="00DA672F">
        <w:rPr>
          <w:rFonts w:ascii="Calibri" w:hAnsi="Calibri" w:cs="Calibri"/>
          <w:sz w:val="22"/>
          <w:szCs w:val="22"/>
          <w:lang w:eastAsia="ko-KR"/>
        </w:rPr>
        <w:t>Bank,</w:t>
      </w:r>
      <w:r w:rsidRPr="00DA672F">
        <w:rPr>
          <w:rFonts w:ascii="Calibri" w:hAnsi="Calibri" w:cs="Calibri"/>
          <w:sz w:val="22"/>
          <w:szCs w:val="22"/>
          <w:lang w:eastAsia="ko-KR"/>
        </w:rPr>
        <w:t xml:space="preserve"> or the World Bank Group.</w:t>
      </w:r>
    </w:p>
    <w:p w14:paraId="05E163FB" w14:textId="77777777" w:rsidR="00B74539" w:rsidRPr="00DA672F" w:rsidRDefault="00B74539" w:rsidP="00FF658D">
      <w:pPr>
        <w:spacing w:before="120"/>
        <w:jc w:val="both"/>
        <w:rPr>
          <w:rFonts w:ascii="Calibri" w:hAnsi="Calibri" w:cs="Calibri"/>
          <w:sz w:val="22"/>
          <w:szCs w:val="22"/>
          <w:lang w:eastAsia="ko-KR"/>
        </w:rPr>
      </w:pPr>
      <w:r w:rsidRPr="00DA672F">
        <w:rPr>
          <w:rFonts w:ascii="Calibri" w:hAnsi="Calibri" w:cs="Calibri"/>
          <w:sz w:val="22"/>
          <w:szCs w:val="22"/>
          <w:lang w:eastAsia="ko-KR"/>
        </w:rPr>
        <w:t>If the Tenderer or any of its officers, employees or subcontractors was/were sanctioned for an offence mentioned above, the details of such sanctions must be attached to the duly completed and signed Mandatory Certifications Form.</w:t>
      </w:r>
    </w:p>
    <w:p w14:paraId="5CEF1710" w14:textId="77777777" w:rsidR="00850C62" w:rsidRPr="00850C62" w:rsidRDefault="00850C62" w:rsidP="00850C62">
      <w:pPr>
        <w:pStyle w:val="Heading3"/>
        <w:rPr>
          <w:lang w:eastAsia="ko-KR"/>
        </w:rPr>
      </w:pPr>
      <w:bookmarkStart w:id="7" w:name="_Toc419901154"/>
      <w:r w:rsidRPr="00850C62">
        <w:rPr>
          <w:lang w:eastAsia="ko-KR"/>
        </w:rPr>
        <w:t>Socially responsible and environmentally safe practice</w:t>
      </w:r>
      <w:bookmarkEnd w:id="7"/>
    </w:p>
    <w:p w14:paraId="5B54A07F" w14:textId="77777777" w:rsidR="00850C62" w:rsidRPr="00DA672F" w:rsidRDefault="00850C62" w:rsidP="00FF658D">
      <w:pPr>
        <w:spacing w:before="120"/>
        <w:jc w:val="both"/>
        <w:rPr>
          <w:rFonts w:ascii="Calibri" w:hAnsi="Calibri" w:cs="Calibri"/>
          <w:b/>
          <w:sz w:val="22"/>
          <w:szCs w:val="22"/>
          <w:lang w:eastAsia="ko-KR"/>
        </w:rPr>
      </w:pPr>
      <w:r w:rsidRPr="00DA672F">
        <w:rPr>
          <w:rFonts w:ascii="Calibri" w:hAnsi="Calibri" w:cs="Calibri"/>
          <w:sz w:val="22"/>
          <w:szCs w:val="22"/>
          <w:lang w:eastAsia="ko-KR"/>
        </w:rPr>
        <w:t>The Tenderer shall use its best efforts to refrain from any act or omission that would be environmentally harmful, and at all the times be in compliance with all environmental, health and safety laws of relevant jurisdictions.</w:t>
      </w:r>
    </w:p>
    <w:p w14:paraId="589E0040" w14:textId="18AED11D" w:rsidR="00850C62" w:rsidRPr="00DA672F" w:rsidRDefault="00850C62" w:rsidP="00FF658D">
      <w:pPr>
        <w:spacing w:before="120"/>
        <w:jc w:val="both"/>
        <w:rPr>
          <w:rFonts w:ascii="Calibri" w:hAnsi="Calibri" w:cs="Calibri"/>
          <w:sz w:val="22"/>
          <w:szCs w:val="22"/>
          <w:lang w:eastAsia="ko-KR"/>
        </w:rPr>
      </w:pPr>
      <w:r w:rsidRPr="00DA672F">
        <w:rPr>
          <w:rFonts w:ascii="Calibri" w:hAnsi="Calibri" w:cs="Calibri"/>
          <w:sz w:val="22"/>
          <w:szCs w:val="22"/>
          <w:lang w:eastAsia="ko-KR"/>
        </w:rPr>
        <w:t>The Tenderer will undertake to commit to the principles of the UN Supplier Code of Conduct</w:t>
      </w:r>
      <w:r w:rsidR="00B8421C">
        <w:rPr>
          <w:rFonts w:ascii="Calibri" w:hAnsi="Calibri" w:cs="Calibri"/>
          <w:sz w:val="22"/>
          <w:szCs w:val="22"/>
          <w:lang w:eastAsia="ko-KR"/>
        </w:rPr>
        <w:t>, attached to this Form.</w:t>
      </w:r>
      <w:r w:rsidRPr="00DA672F">
        <w:rPr>
          <w:rFonts w:ascii="Calibri" w:hAnsi="Calibri" w:cs="Calibri"/>
          <w:sz w:val="22"/>
          <w:szCs w:val="22"/>
          <w:lang w:eastAsia="ko-KR"/>
        </w:rPr>
        <w:t xml:space="preserve"> </w:t>
      </w:r>
    </w:p>
    <w:p w14:paraId="087E5361" w14:textId="77777777" w:rsidR="00405D05" w:rsidRPr="00405D05" w:rsidRDefault="00405D05" w:rsidP="00FF658D">
      <w:pPr>
        <w:pStyle w:val="Heading3"/>
        <w:jc w:val="both"/>
        <w:rPr>
          <w:lang w:eastAsia="ko-KR"/>
        </w:rPr>
      </w:pPr>
      <w:bookmarkStart w:id="8" w:name="_Toc419901155"/>
      <w:r w:rsidRPr="00405D05">
        <w:rPr>
          <w:lang w:eastAsia="ko-KR"/>
        </w:rPr>
        <w:t>Public release of marks for successful Tenderer</w:t>
      </w:r>
      <w:bookmarkEnd w:id="8"/>
    </w:p>
    <w:p w14:paraId="71516549" w14:textId="4A4DBCEE" w:rsidR="00405D05" w:rsidRPr="00DA672F" w:rsidRDefault="00405D05" w:rsidP="00FF658D">
      <w:pPr>
        <w:spacing w:before="120"/>
        <w:jc w:val="both"/>
        <w:rPr>
          <w:rFonts w:ascii="Calibri" w:hAnsi="Calibri" w:cs="Calibri"/>
          <w:sz w:val="22"/>
          <w:szCs w:val="22"/>
          <w:lang w:eastAsia="ko-KR"/>
        </w:rPr>
      </w:pPr>
      <w:r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xml:space="preserve"> will publicly release the name of the Tenderer and contract amount being awarded. Tenderers shall have no right to claim against </w:t>
      </w:r>
      <w:r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xml:space="preserve"> or any of its employees, </w:t>
      </w:r>
      <w:r w:rsidR="00FF658D" w:rsidRPr="00DA672F">
        <w:rPr>
          <w:rFonts w:ascii="Calibri" w:hAnsi="Calibri" w:cs="Calibri"/>
          <w:sz w:val="22"/>
          <w:szCs w:val="22"/>
          <w:lang w:eastAsia="ko-KR"/>
        </w:rPr>
        <w:t>agents,</w:t>
      </w:r>
      <w:r w:rsidRPr="00DA672F">
        <w:rPr>
          <w:rFonts w:ascii="Calibri" w:hAnsi="Calibri" w:cs="Calibri"/>
          <w:sz w:val="22"/>
          <w:szCs w:val="22"/>
          <w:lang w:eastAsia="ko-KR"/>
        </w:rPr>
        <w:t xml:space="preserve"> or servants in relation to any such disclosure of information.</w:t>
      </w:r>
    </w:p>
    <w:p w14:paraId="1231C720" w14:textId="3CCB285A" w:rsidR="00860FB3" w:rsidRDefault="00860FB3" w:rsidP="00FF658D">
      <w:pPr>
        <w:pStyle w:val="Heading3"/>
        <w:jc w:val="both"/>
        <w:rPr>
          <w:lang w:eastAsia="ko-KR"/>
        </w:rPr>
      </w:pPr>
      <w:r>
        <w:rPr>
          <w:lang w:eastAsia="ko-KR"/>
        </w:rPr>
        <w:t>Costs for Tender preparation</w:t>
      </w:r>
    </w:p>
    <w:p w14:paraId="1AB0C1F0" w14:textId="77777777" w:rsidR="00860FB3" w:rsidRPr="000D4C76" w:rsidRDefault="00860FB3" w:rsidP="00FF658D">
      <w:pPr>
        <w:spacing w:before="120"/>
        <w:jc w:val="both"/>
        <w:rPr>
          <w:rFonts w:ascii="Calibri" w:hAnsi="Calibri" w:cs="Calibri"/>
          <w:sz w:val="22"/>
          <w:szCs w:val="22"/>
          <w:lang w:eastAsia="ko-KR"/>
        </w:rPr>
      </w:pPr>
      <w:r>
        <w:rPr>
          <w:rFonts w:ascii="Calibri" w:hAnsi="Calibri" w:cs="Calibri"/>
          <w:sz w:val="22"/>
          <w:szCs w:val="22"/>
          <w:lang w:eastAsia="ko-KR"/>
        </w:rPr>
        <w:t>T</w:t>
      </w:r>
      <w:r w:rsidRPr="000D4C76">
        <w:rPr>
          <w:rFonts w:ascii="Calibri" w:hAnsi="Calibri" w:cs="Calibri"/>
          <w:sz w:val="22"/>
          <w:szCs w:val="22"/>
          <w:lang w:eastAsia="ko-KR"/>
        </w:rPr>
        <w:t xml:space="preserve">he Tenderer assumes responsibility for any </w:t>
      </w:r>
      <w:r>
        <w:rPr>
          <w:rFonts w:ascii="Calibri" w:hAnsi="Calibri" w:cs="Calibri"/>
          <w:sz w:val="22"/>
          <w:szCs w:val="22"/>
          <w:lang w:eastAsia="ko-KR"/>
        </w:rPr>
        <w:t xml:space="preserve">Tender preparation or other </w:t>
      </w:r>
      <w:r w:rsidRPr="000D4C76">
        <w:rPr>
          <w:rFonts w:ascii="Calibri" w:hAnsi="Calibri" w:cs="Calibri"/>
          <w:sz w:val="22"/>
          <w:szCs w:val="22"/>
          <w:lang w:eastAsia="ko-KR"/>
        </w:rPr>
        <w:t>pre-contract costs incurred during the Tender and negotiation phases</w:t>
      </w:r>
      <w:r>
        <w:rPr>
          <w:rFonts w:ascii="Calibri" w:hAnsi="Calibri" w:cs="Calibri"/>
          <w:sz w:val="22"/>
          <w:szCs w:val="22"/>
          <w:lang w:eastAsia="ko-KR"/>
        </w:rPr>
        <w:t>.</w:t>
      </w:r>
    </w:p>
    <w:p w14:paraId="2CDC2ED2" w14:textId="05990168" w:rsidR="00405D05" w:rsidRPr="00405D05" w:rsidRDefault="00405D05" w:rsidP="00FF658D">
      <w:pPr>
        <w:pStyle w:val="Heading3"/>
        <w:jc w:val="both"/>
        <w:rPr>
          <w:lang w:eastAsia="ko-KR"/>
        </w:rPr>
      </w:pPr>
      <w:r w:rsidRPr="00405D05">
        <w:rPr>
          <w:lang w:eastAsia="ko-KR"/>
        </w:rPr>
        <w:t>Terms and Conditions in Tender Document</w:t>
      </w:r>
    </w:p>
    <w:p w14:paraId="5EF50FB4" w14:textId="1A64645E" w:rsidR="00E7254B" w:rsidRPr="00DA672F" w:rsidRDefault="00405D05" w:rsidP="00FF658D">
      <w:pPr>
        <w:pBdr>
          <w:bottom w:val="single" w:sz="12" w:space="1" w:color="auto"/>
        </w:pBdr>
        <w:spacing w:before="120"/>
        <w:jc w:val="both"/>
        <w:rPr>
          <w:rFonts w:ascii="Calibri" w:hAnsi="Calibri" w:cs="Calibri"/>
          <w:sz w:val="22"/>
          <w:szCs w:val="22"/>
          <w:lang w:eastAsia="ko-KR"/>
        </w:rPr>
      </w:pPr>
      <w:r w:rsidRPr="00DA672F">
        <w:rPr>
          <w:rFonts w:ascii="Calibri" w:hAnsi="Calibri" w:cs="Calibri"/>
          <w:sz w:val="22"/>
          <w:szCs w:val="22"/>
          <w:lang w:eastAsia="ko-KR"/>
        </w:rPr>
        <w:t xml:space="preserve">The Tenderer is expected to examine all instructions, forms, terms, </w:t>
      </w:r>
      <w:r w:rsidR="00FF658D" w:rsidRPr="00DA672F">
        <w:rPr>
          <w:rFonts w:ascii="Calibri" w:hAnsi="Calibri" w:cs="Calibri"/>
          <w:sz w:val="22"/>
          <w:szCs w:val="22"/>
          <w:lang w:eastAsia="ko-KR"/>
        </w:rPr>
        <w:t>conditions,</w:t>
      </w:r>
      <w:r w:rsidRPr="00DA672F">
        <w:rPr>
          <w:rFonts w:ascii="Calibri" w:hAnsi="Calibri" w:cs="Calibri"/>
          <w:sz w:val="22"/>
          <w:szCs w:val="22"/>
          <w:lang w:eastAsia="ko-KR"/>
        </w:rPr>
        <w:t xml:space="preserve"> and specifications in the Tender Document. Failure to furnish all information or documentation required by Tender Document may </w:t>
      </w:r>
      <w:r w:rsidRPr="00DA672F">
        <w:rPr>
          <w:rFonts w:ascii="Calibri" w:hAnsi="Calibri" w:cs="Calibri"/>
          <w:sz w:val="22"/>
          <w:szCs w:val="22"/>
          <w:lang w:eastAsia="ko-KR"/>
        </w:rPr>
        <w:lastRenderedPageBreak/>
        <w:t xml:space="preserve">result in the rejection of the Tender. By singing this certificate the Tenderer confirms that the Tenderer has read, </w:t>
      </w:r>
      <w:r w:rsidR="00FF658D" w:rsidRPr="00DA672F">
        <w:rPr>
          <w:rFonts w:ascii="Calibri" w:hAnsi="Calibri" w:cs="Calibri"/>
          <w:sz w:val="22"/>
          <w:szCs w:val="22"/>
          <w:lang w:eastAsia="ko-KR"/>
        </w:rPr>
        <w:t>understands,</w:t>
      </w:r>
      <w:r w:rsidRPr="00DA672F">
        <w:rPr>
          <w:rFonts w:ascii="Calibri" w:hAnsi="Calibri" w:cs="Calibri"/>
          <w:sz w:val="22"/>
          <w:szCs w:val="22"/>
          <w:lang w:eastAsia="ko-KR"/>
        </w:rPr>
        <w:t xml:space="preserve"> and accepts all terms and conditions in the Tender Document.</w:t>
      </w:r>
    </w:p>
    <w:p w14:paraId="1B2E0600" w14:textId="77777777" w:rsidR="00405D05" w:rsidRPr="00DA672F" w:rsidRDefault="00405D05" w:rsidP="00405D05">
      <w:pPr>
        <w:pBdr>
          <w:bottom w:val="single" w:sz="12" w:space="1" w:color="auto"/>
        </w:pBdr>
        <w:spacing w:before="120"/>
        <w:rPr>
          <w:rFonts w:ascii="Calibri" w:hAnsi="Calibri" w:cs="Calibri"/>
          <w:sz w:val="22"/>
          <w:szCs w:val="22"/>
          <w:lang w:eastAsia="ko-KR"/>
        </w:rPr>
      </w:pPr>
    </w:p>
    <w:p w14:paraId="38B3FDB7" w14:textId="77777777" w:rsidR="00405D05" w:rsidRPr="00DA672F" w:rsidRDefault="00405D05" w:rsidP="00405D05">
      <w:pPr>
        <w:spacing w:before="120"/>
        <w:rPr>
          <w:rFonts w:ascii="Calibri" w:hAnsi="Calibri" w:cs="Calibri"/>
          <w:sz w:val="22"/>
          <w:szCs w:val="22"/>
          <w:lang w:eastAsia="ko-KR"/>
        </w:rPr>
      </w:pPr>
    </w:p>
    <w:p w14:paraId="70D4E4CE" w14:textId="514D0C9B" w:rsidR="00405D05" w:rsidRPr="00DA672F" w:rsidRDefault="00405D05" w:rsidP="00405D05">
      <w:pPr>
        <w:spacing w:before="120"/>
        <w:rPr>
          <w:rFonts w:ascii="Calibri" w:hAnsi="Calibri" w:cs="Calibri"/>
          <w:bCs/>
          <w:sz w:val="22"/>
          <w:szCs w:val="22"/>
          <w:lang w:eastAsia="ko-KR"/>
        </w:rPr>
      </w:pPr>
      <w:r w:rsidRPr="00DA672F">
        <w:rPr>
          <w:rFonts w:ascii="Calibri" w:hAnsi="Calibri" w:cs="Calibri"/>
          <w:bCs/>
          <w:sz w:val="22"/>
          <w:szCs w:val="22"/>
          <w:lang w:eastAsia="ko-KR"/>
        </w:rPr>
        <w:t xml:space="preserve">I, a duly authorized representative of the Tenderer [and a member of the consortium, joint </w:t>
      </w:r>
      <w:r w:rsidR="00FF658D" w:rsidRPr="00DA672F">
        <w:rPr>
          <w:rFonts w:ascii="Calibri" w:hAnsi="Calibri" w:cs="Calibri"/>
          <w:bCs/>
          <w:sz w:val="22"/>
          <w:szCs w:val="22"/>
          <w:lang w:eastAsia="ko-KR"/>
        </w:rPr>
        <w:t>venture,</w:t>
      </w:r>
      <w:r w:rsidRPr="00DA672F">
        <w:rPr>
          <w:rFonts w:ascii="Calibri" w:hAnsi="Calibri" w:cs="Calibri"/>
          <w:bCs/>
          <w:sz w:val="22"/>
          <w:szCs w:val="22"/>
          <w:lang w:eastAsia="ko-KR"/>
        </w:rPr>
        <w:t xml:space="preserve"> or other type of association with [</w:t>
      </w:r>
      <w:r w:rsidRPr="00DA672F">
        <w:rPr>
          <w:rFonts w:ascii="Calibri" w:hAnsi="Calibri" w:cs="Calibri"/>
          <w:bCs/>
          <w:sz w:val="22"/>
          <w:szCs w:val="22"/>
          <w:highlight w:val="yellow"/>
          <w:lang w:eastAsia="ko-KR"/>
        </w:rPr>
        <w:t>state members</w:t>
      </w:r>
      <w:r w:rsidRPr="00DA672F">
        <w:rPr>
          <w:rFonts w:ascii="Calibri" w:hAnsi="Calibri" w:cs="Calibri"/>
          <w:bCs/>
          <w:sz w:val="22"/>
          <w:szCs w:val="22"/>
          <w:lang w:eastAsia="ko-KR"/>
        </w:rPr>
        <w:t>], hereby certify that I have read and understood the above, and that [</w:t>
      </w:r>
      <w:r w:rsidRPr="00DA672F">
        <w:rPr>
          <w:rFonts w:ascii="Calibri" w:hAnsi="Calibri" w:cs="Calibri"/>
          <w:bCs/>
          <w:sz w:val="22"/>
          <w:szCs w:val="22"/>
          <w:highlight w:val="yellow"/>
          <w:lang w:eastAsia="ko-KR"/>
        </w:rPr>
        <w:t>name of corporation</w:t>
      </w:r>
      <w:r w:rsidRPr="00DA672F">
        <w:rPr>
          <w:rFonts w:ascii="Calibri" w:hAnsi="Calibri" w:cs="Calibri"/>
          <w:bCs/>
          <w:sz w:val="22"/>
          <w:szCs w:val="22"/>
          <w:lang w:eastAsia="ko-KR"/>
        </w:rPr>
        <w:t xml:space="preserve">] fully comply with all the requirements described in this form. I understand that failure to comply with any of the requirements will result in the rejection of the </w:t>
      </w:r>
      <w:r w:rsidR="00AB3974">
        <w:rPr>
          <w:rFonts w:ascii="Calibri" w:hAnsi="Calibri" w:cs="Calibri"/>
          <w:bCs/>
          <w:sz w:val="22"/>
          <w:szCs w:val="22"/>
          <w:lang w:eastAsia="ko-KR"/>
        </w:rPr>
        <w:t>Quotation</w:t>
      </w:r>
      <w:r w:rsidRPr="00DA672F">
        <w:rPr>
          <w:rFonts w:ascii="Calibri" w:hAnsi="Calibri" w:cs="Calibri"/>
          <w:bCs/>
          <w:sz w:val="22"/>
          <w:szCs w:val="22"/>
          <w:lang w:eastAsia="ko-KR"/>
        </w:rPr>
        <w:t xml:space="preserve">: </w:t>
      </w:r>
    </w:p>
    <w:p w14:paraId="6DE4E622" w14:textId="77777777" w:rsidR="00C96B24" w:rsidRPr="00C96B24" w:rsidRDefault="00C96B24" w:rsidP="00C96B24">
      <w:pPr>
        <w:tabs>
          <w:tab w:val="left" w:pos="3119"/>
          <w:tab w:val="left" w:pos="6237"/>
        </w:tabs>
        <w:spacing w:before="480"/>
        <w:rPr>
          <w:rFonts w:ascii="Calibri" w:hAnsi="Calibri" w:cs="Calibri"/>
          <w:bCs/>
          <w:sz w:val="22"/>
          <w:szCs w:val="22"/>
          <w:lang w:eastAsia="ko-KR"/>
        </w:rPr>
      </w:pPr>
      <w:bookmarkStart w:id="9" w:name="_Hlk9503530"/>
      <w:r w:rsidRPr="00C96B24">
        <w:rPr>
          <w:rFonts w:ascii="Calibri" w:hAnsi="Calibri" w:cs="Calibri"/>
          <w:bCs/>
          <w:sz w:val="22"/>
          <w:szCs w:val="22"/>
          <w:lang w:eastAsia="ko-KR"/>
        </w:rPr>
        <w:t>_______________________</w:t>
      </w:r>
      <w:r>
        <w:rPr>
          <w:rFonts w:ascii="Calibri" w:hAnsi="Calibri" w:cs="Calibri"/>
          <w:bCs/>
          <w:sz w:val="22"/>
          <w:szCs w:val="22"/>
          <w:lang w:eastAsia="ko-KR"/>
        </w:rPr>
        <w:t>________________</w:t>
      </w:r>
      <w:r w:rsidRPr="00C96B24">
        <w:rPr>
          <w:rFonts w:ascii="Calibri" w:hAnsi="Calibri" w:cs="Calibri"/>
          <w:bCs/>
          <w:sz w:val="22"/>
          <w:szCs w:val="22"/>
          <w:lang w:eastAsia="ko-KR"/>
        </w:rPr>
        <w:br/>
        <w:t>Name of association</w:t>
      </w:r>
      <w:r>
        <w:rPr>
          <w:rFonts w:ascii="Calibri" w:hAnsi="Calibri" w:cs="Calibri"/>
          <w:bCs/>
          <w:sz w:val="22"/>
          <w:szCs w:val="22"/>
          <w:lang w:eastAsia="ko-KR"/>
        </w:rPr>
        <w:t xml:space="preserve"> (if other than Corporation)</w:t>
      </w:r>
    </w:p>
    <w:p w14:paraId="2F142BE7" w14:textId="3A107EF5" w:rsidR="00C96B24" w:rsidRDefault="00C96B24" w:rsidP="00C96B24">
      <w:pPr>
        <w:tabs>
          <w:tab w:val="left" w:pos="3119"/>
          <w:tab w:val="left" w:pos="6237"/>
        </w:tabs>
        <w:spacing w:before="480"/>
        <w:rPr>
          <w:rFonts w:ascii="Calibri" w:hAnsi="Calibri" w:cs="Calibri"/>
          <w:sz w:val="20"/>
          <w:szCs w:val="20"/>
          <w:lang w:eastAsia="ko-KR"/>
        </w:rPr>
      </w:pPr>
      <w:r w:rsidRPr="005A408A">
        <w:rPr>
          <w:rFonts w:ascii="Calibri" w:hAnsi="Calibri" w:cs="Calibri"/>
          <w:bCs/>
          <w:sz w:val="22"/>
          <w:szCs w:val="22"/>
          <w:lang w:eastAsia="ko-KR"/>
        </w:rPr>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Pr>
          <w:rFonts w:ascii="Calibri" w:hAnsi="Calibri" w:cs="Calibri"/>
          <w:bCs/>
          <w:sz w:val="22"/>
          <w:szCs w:val="22"/>
          <w:lang w:eastAsia="ko-KR"/>
        </w:rPr>
        <w:t>____</w:t>
      </w:r>
      <w:r w:rsidRPr="005A408A">
        <w:rPr>
          <w:rFonts w:ascii="Calibri" w:hAnsi="Calibri" w:cs="Calibri"/>
          <w:bCs/>
          <w:sz w:val="22"/>
          <w:szCs w:val="22"/>
          <w:lang w:eastAsia="ko-KR"/>
        </w:rPr>
        <w:br/>
      </w:r>
      <w:r w:rsidRPr="00C11C59">
        <w:rPr>
          <w:rFonts w:ascii="Calibri" w:hAnsi="Calibri" w:cs="Calibri"/>
          <w:sz w:val="20"/>
          <w:szCs w:val="20"/>
          <w:lang w:eastAsia="ko-KR"/>
        </w:rPr>
        <w:t>Name of Corporation</w:t>
      </w:r>
      <w:r>
        <w:rPr>
          <w:rFonts w:ascii="Calibri" w:hAnsi="Calibri" w:cs="Calibri"/>
          <w:sz w:val="20"/>
          <w:szCs w:val="20"/>
          <w:lang w:eastAsia="ko-KR"/>
        </w:rPr>
        <w:tab/>
      </w:r>
      <w:r w:rsidRPr="00C11C59">
        <w:rPr>
          <w:rFonts w:ascii="Calibri" w:hAnsi="Calibri" w:cs="Calibri"/>
          <w:sz w:val="20"/>
          <w:szCs w:val="20"/>
          <w:lang w:eastAsia="ko-KR"/>
        </w:rPr>
        <w:t>Name of Authorized Signatory</w:t>
      </w:r>
      <w:r>
        <w:rPr>
          <w:rFonts w:ascii="Calibri" w:hAnsi="Calibri" w:cs="Calibri"/>
          <w:sz w:val="20"/>
          <w:szCs w:val="20"/>
          <w:lang w:eastAsia="ko-KR"/>
        </w:rPr>
        <w:tab/>
      </w:r>
      <w:r w:rsidRPr="00C11C59">
        <w:rPr>
          <w:rFonts w:ascii="Calibri" w:hAnsi="Calibri" w:cs="Calibri"/>
          <w:sz w:val="20"/>
          <w:szCs w:val="20"/>
          <w:lang w:eastAsia="ko-KR"/>
        </w:rPr>
        <w:t>Title of Signatory</w:t>
      </w:r>
    </w:p>
    <w:p w14:paraId="53AB4A91" w14:textId="5A3E779D" w:rsidR="00405D05" w:rsidRDefault="00C96B24" w:rsidP="00C96B24">
      <w:pPr>
        <w:tabs>
          <w:tab w:val="left" w:pos="3119"/>
          <w:tab w:val="left" w:pos="6237"/>
        </w:tabs>
        <w:spacing w:before="480"/>
        <w:rPr>
          <w:rFonts w:ascii="Calibri" w:hAnsi="Calibri" w:cs="Calibri"/>
          <w:sz w:val="20"/>
          <w:szCs w:val="20"/>
          <w:lang w:eastAsia="ko-KR"/>
        </w:rPr>
      </w:pPr>
      <w:r w:rsidRPr="005A408A">
        <w:rPr>
          <w:rFonts w:ascii="Calibri" w:hAnsi="Calibri" w:cs="Calibri"/>
          <w:bCs/>
          <w:sz w:val="22"/>
          <w:szCs w:val="22"/>
          <w:lang w:eastAsia="ko-KR"/>
        </w:rPr>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sidRPr="005A408A">
        <w:rPr>
          <w:rFonts w:ascii="Calibri" w:hAnsi="Calibri" w:cs="Calibri"/>
          <w:bCs/>
          <w:sz w:val="22"/>
          <w:szCs w:val="22"/>
          <w:lang w:eastAsia="ko-KR"/>
        </w:rPr>
        <w:br/>
      </w:r>
      <w:r>
        <w:rPr>
          <w:rFonts w:ascii="Calibri" w:hAnsi="Calibri" w:cs="Calibri"/>
          <w:sz w:val="20"/>
          <w:szCs w:val="20"/>
          <w:lang w:eastAsia="ko-KR"/>
        </w:rPr>
        <w:t>Signature</w:t>
      </w:r>
      <w:r>
        <w:rPr>
          <w:rFonts w:ascii="Calibri" w:hAnsi="Calibri" w:cs="Calibri"/>
          <w:sz w:val="20"/>
          <w:szCs w:val="20"/>
          <w:lang w:eastAsia="ko-KR"/>
        </w:rPr>
        <w:tab/>
        <w:t>Date of signature</w:t>
      </w:r>
      <w:bookmarkEnd w:id="9"/>
    </w:p>
    <w:p w14:paraId="297F986E" w14:textId="04546934" w:rsidR="00B8421C" w:rsidRPr="00C96B24" w:rsidRDefault="00B8421C" w:rsidP="00B8421C">
      <w:pPr>
        <w:tabs>
          <w:tab w:val="left" w:pos="1701"/>
          <w:tab w:val="left" w:pos="6237"/>
        </w:tabs>
        <w:spacing w:before="480"/>
        <w:rPr>
          <w:rFonts w:ascii="Calibri" w:hAnsi="Calibri" w:cs="Calibri"/>
          <w:bCs/>
          <w:sz w:val="22"/>
          <w:szCs w:val="22"/>
          <w:lang w:eastAsia="ko-KR"/>
        </w:rPr>
      </w:pPr>
      <w:r>
        <w:rPr>
          <w:rFonts w:ascii="Calibri" w:hAnsi="Calibri" w:cs="Calibri"/>
          <w:sz w:val="20"/>
          <w:szCs w:val="20"/>
          <w:lang w:eastAsia="ko-KR"/>
        </w:rPr>
        <w:t>Attachment:</w:t>
      </w:r>
      <w:r>
        <w:rPr>
          <w:rFonts w:ascii="Calibri" w:hAnsi="Calibri" w:cs="Calibri"/>
          <w:sz w:val="20"/>
          <w:szCs w:val="20"/>
          <w:lang w:eastAsia="ko-KR"/>
        </w:rPr>
        <w:tab/>
        <w:t>UN Supplier Code of Conduct</w:t>
      </w:r>
    </w:p>
    <w:sectPr w:rsidR="00B8421C" w:rsidRPr="00C96B24" w:rsidSect="00AB3974">
      <w:headerReference w:type="default" r:id="rId11"/>
      <w:footerReference w:type="default" r:id="rId12"/>
      <w:type w:val="oddPage"/>
      <w:pgSz w:w="11907" w:h="16839" w:code="9"/>
      <w:pgMar w:top="1702"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D5E563" w14:textId="77777777" w:rsidR="00E265E5" w:rsidRDefault="00E265E5">
      <w:r>
        <w:separator/>
      </w:r>
    </w:p>
  </w:endnote>
  <w:endnote w:type="continuationSeparator" w:id="0">
    <w:p w14:paraId="736C0002" w14:textId="77777777" w:rsidR="00E265E5" w:rsidRDefault="00E265E5">
      <w:r>
        <w:continuationSeparator/>
      </w:r>
    </w:p>
  </w:endnote>
  <w:endnote w:type="continuationNotice" w:id="1">
    <w:p w14:paraId="42670BA9" w14:textId="77777777" w:rsidR="00E265E5" w:rsidRDefault="00E265E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614E75" w14:textId="0E3E9DFA"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Pr="0073566E">
      <w:rPr>
        <w:noProof/>
        <w:color w:val="17365D" w:themeColor="text2" w:themeShade="BF"/>
        <w:lang w:val="sv-SE"/>
      </w:rPr>
      <w:t>4</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Pr="0073566E">
      <w:rPr>
        <w:noProof/>
        <w:color w:val="17365D" w:themeColor="text2" w:themeShade="BF"/>
        <w:lang w:val="sv-SE"/>
      </w:rPr>
      <w:t>11</w:t>
    </w:r>
    <w:r>
      <w:rPr>
        <w:color w:val="17365D" w:themeColor="text2" w:themeShade="BF"/>
      </w:rPr>
      <w:fldChar w:fldCharType="end"/>
    </w:r>
  </w:p>
  <w:p w14:paraId="213B5D63" w14:textId="47D491E6" w:rsidR="00133D55" w:rsidRDefault="00133D55" w:rsidP="004878F3">
    <w:pPr>
      <w:pStyle w:val="Footer"/>
    </w:pPr>
    <w:r>
      <w:fldChar w:fldCharType="begin"/>
    </w:r>
    <w:r>
      <w:instrText xml:space="preserve"> DATE \@ "yyyy-MM-dd" </w:instrText>
    </w:r>
    <w:r>
      <w:fldChar w:fldCharType="separate"/>
    </w:r>
    <w:r w:rsidR="00657F01">
      <w:rPr>
        <w:noProof/>
      </w:rPr>
      <w:t>2025-12-11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0DB0DB" w14:textId="77777777" w:rsidR="00E265E5" w:rsidRDefault="00E265E5">
      <w:r>
        <w:separator/>
      </w:r>
    </w:p>
  </w:footnote>
  <w:footnote w:type="continuationSeparator" w:id="0">
    <w:p w14:paraId="08A7287E" w14:textId="77777777" w:rsidR="00E265E5" w:rsidRDefault="00E265E5">
      <w:r>
        <w:continuationSeparator/>
      </w:r>
    </w:p>
  </w:footnote>
  <w:footnote w:type="continuationNotice" w:id="1">
    <w:p w14:paraId="33A478B4" w14:textId="77777777" w:rsidR="00E265E5" w:rsidRDefault="00E265E5"/>
  </w:footnote>
  <w:footnote w:id="2">
    <w:p w14:paraId="0C7F15F2" w14:textId="767B372C" w:rsidR="00B6466C" w:rsidRDefault="00B6466C" w:rsidP="00B6466C">
      <w:pPr>
        <w:pStyle w:val="FootnoteText"/>
      </w:pPr>
      <w:r w:rsidRPr="002D397B">
        <w:rPr>
          <w:rStyle w:val="FootnoteReference"/>
          <w:sz w:val="18"/>
        </w:rPr>
        <w:footnoteRef/>
      </w:r>
      <w:r w:rsidRPr="002D397B">
        <w:rPr>
          <w:sz w:val="18"/>
        </w:rPr>
        <w:t xml:space="preserve"> </w:t>
      </w:r>
      <w:r w:rsidRPr="002D397B">
        <w:rPr>
          <w:bCs/>
          <w:i/>
          <w:sz w:val="18"/>
        </w:rPr>
        <w:t xml:space="preserve">Where the </w:t>
      </w:r>
      <w:r w:rsidR="00AB3974">
        <w:rPr>
          <w:bCs/>
          <w:i/>
          <w:sz w:val="18"/>
        </w:rPr>
        <w:t>Quotation</w:t>
      </w:r>
      <w:r w:rsidRPr="002D397B">
        <w:rPr>
          <w:bCs/>
          <w:i/>
          <w:sz w:val="18"/>
        </w:rPr>
        <w:t xml:space="preserve"> is submitted by a consortium, joint venture or other type of association, </w:t>
      </w:r>
      <w:r w:rsidRPr="002D397B">
        <w:rPr>
          <w:i/>
          <w:sz w:val="18"/>
        </w:rPr>
        <w:t xml:space="preserve">this Form must be signed by an authorized representative of each member of such consortium, joint venture or association. For the purpose of this Form, each such member shall be referred to as a “Tenderer”.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B9C872" w14:textId="4D4863DB" w:rsidR="00133D55" w:rsidRPr="00141577" w:rsidRDefault="00AB3974" w:rsidP="00AB3974">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rPr>
      <w:drawing>
        <wp:inline distT="0" distB="0" distL="0" distR="0" wp14:anchorId="0B1C122F" wp14:editId="4EF24C12">
          <wp:extent cx="590550" cy="646131"/>
          <wp:effectExtent l="0" t="0" r="0" b="1905"/>
          <wp:docPr id="13"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2"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6"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8"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0" w15:restartNumberingAfterBreak="0">
    <w:nsid w:val="7E083BFB"/>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873158574">
    <w:abstractNumId w:val="1"/>
  </w:num>
  <w:num w:numId="2" w16cid:durableId="2101096705">
    <w:abstractNumId w:val="9"/>
  </w:num>
  <w:num w:numId="3" w16cid:durableId="211696844">
    <w:abstractNumId w:val="10"/>
  </w:num>
  <w:num w:numId="4" w16cid:durableId="541479357">
    <w:abstractNumId w:val="4"/>
  </w:num>
  <w:num w:numId="5" w16cid:durableId="805196391">
    <w:abstractNumId w:val="3"/>
  </w:num>
  <w:num w:numId="6" w16cid:durableId="18817194">
    <w:abstractNumId w:val="6"/>
  </w:num>
  <w:num w:numId="7" w16cid:durableId="2069180505">
    <w:abstractNumId w:val="5"/>
  </w:num>
  <w:num w:numId="8" w16cid:durableId="521406171">
    <w:abstractNumId w:val="8"/>
  </w:num>
  <w:num w:numId="9" w16cid:durableId="258024007">
    <w:abstractNumId w:val="0"/>
  </w:num>
  <w:num w:numId="10" w16cid:durableId="1124426440">
    <w:abstractNumId w:val="7"/>
  </w:num>
  <w:num w:numId="11" w16cid:durableId="255140812">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0713F"/>
    <w:rsid w:val="00010111"/>
    <w:rsid w:val="00010C91"/>
    <w:rsid w:val="0001149D"/>
    <w:rsid w:val="000114D3"/>
    <w:rsid w:val="00011D76"/>
    <w:rsid w:val="00014D56"/>
    <w:rsid w:val="00015552"/>
    <w:rsid w:val="00015DD1"/>
    <w:rsid w:val="00016101"/>
    <w:rsid w:val="00020DA4"/>
    <w:rsid w:val="000211D8"/>
    <w:rsid w:val="00022914"/>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557F4"/>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1CA4"/>
    <w:rsid w:val="000E2CD6"/>
    <w:rsid w:val="000F1171"/>
    <w:rsid w:val="000F1B1C"/>
    <w:rsid w:val="000F21A4"/>
    <w:rsid w:val="000F23F7"/>
    <w:rsid w:val="000F282C"/>
    <w:rsid w:val="000F2E9C"/>
    <w:rsid w:val="000F35EF"/>
    <w:rsid w:val="000F37A9"/>
    <w:rsid w:val="000F4178"/>
    <w:rsid w:val="000F48AA"/>
    <w:rsid w:val="000F6963"/>
    <w:rsid w:val="000F6CD5"/>
    <w:rsid w:val="000F7AF3"/>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61EC"/>
    <w:rsid w:val="0013637A"/>
    <w:rsid w:val="001366FA"/>
    <w:rsid w:val="0014084F"/>
    <w:rsid w:val="00140890"/>
    <w:rsid w:val="001410D3"/>
    <w:rsid w:val="00141577"/>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6DD4"/>
    <w:rsid w:val="00190CB6"/>
    <w:rsid w:val="00191300"/>
    <w:rsid w:val="0019215F"/>
    <w:rsid w:val="001922EC"/>
    <w:rsid w:val="001943BC"/>
    <w:rsid w:val="001949C3"/>
    <w:rsid w:val="00195627"/>
    <w:rsid w:val="00196150"/>
    <w:rsid w:val="00196A90"/>
    <w:rsid w:val="0019731E"/>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37E69"/>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B8B"/>
    <w:rsid w:val="0025765E"/>
    <w:rsid w:val="00260064"/>
    <w:rsid w:val="00260C61"/>
    <w:rsid w:val="0026252B"/>
    <w:rsid w:val="00262EF1"/>
    <w:rsid w:val="002642E5"/>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1E40"/>
    <w:rsid w:val="002B39E4"/>
    <w:rsid w:val="002B4161"/>
    <w:rsid w:val="002B5EF8"/>
    <w:rsid w:val="002B68E8"/>
    <w:rsid w:val="002B7E00"/>
    <w:rsid w:val="002C0E6E"/>
    <w:rsid w:val="002C1E15"/>
    <w:rsid w:val="002C2931"/>
    <w:rsid w:val="002C4829"/>
    <w:rsid w:val="002C59E3"/>
    <w:rsid w:val="002C5BE8"/>
    <w:rsid w:val="002C6093"/>
    <w:rsid w:val="002C6284"/>
    <w:rsid w:val="002C6C02"/>
    <w:rsid w:val="002C6EA8"/>
    <w:rsid w:val="002C7CDA"/>
    <w:rsid w:val="002D0DC1"/>
    <w:rsid w:val="002D20F8"/>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841"/>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294F"/>
    <w:rsid w:val="003F3AD6"/>
    <w:rsid w:val="003F5CC8"/>
    <w:rsid w:val="003F61D9"/>
    <w:rsid w:val="003F690C"/>
    <w:rsid w:val="003F73BB"/>
    <w:rsid w:val="003F7E3B"/>
    <w:rsid w:val="004001C1"/>
    <w:rsid w:val="00400AD5"/>
    <w:rsid w:val="00404488"/>
    <w:rsid w:val="00405D05"/>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234B"/>
    <w:rsid w:val="00442821"/>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77F36"/>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A6"/>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5786"/>
    <w:rsid w:val="005E6610"/>
    <w:rsid w:val="005F009C"/>
    <w:rsid w:val="005F228A"/>
    <w:rsid w:val="005F27D0"/>
    <w:rsid w:val="005F2CDB"/>
    <w:rsid w:val="005F4B4A"/>
    <w:rsid w:val="005F5218"/>
    <w:rsid w:val="006012B3"/>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FC6"/>
    <w:rsid w:val="00651942"/>
    <w:rsid w:val="00652871"/>
    <w:rsid w:val="00652CC7"/>
    <w:rsid w:val="0065317C"/>
    <w:rsid w:val="00654162"/>
    <w:rsid w:val="006547A4"/>
    <w:rsid w:val="00657F01"/>
    <w:rsid w:val="00660B8C"/>
    <w:rsid w:val="006620A9"/>
    <w:rsid w:val="00662578"/>
    <w:rsid w:val="00664CA5"/>
    <w:rsid w:val="0066611B"/>
    <w:rsid w:val="006667E2"/>
    <w:rsid w:val="00667705"/>
    <w:rsid w:val="0067199D"/>
    <w:rsid w:val="00671DF7"/>
    <w:rsid w:val="00671F2D"/>
    <w:rsid w:val="0067358B"/>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3A9E"/>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4871"/>
    <w:rsid w:val="00744DA8"/>
    <w:rsid w:val="00745010"/>
    <w:rsid w:val="00745BD7"/>
    <w:rsid w:val="00747017"/>
    <w:rsid w:val="00747E01"/>
    <w:rsid w:val="00747F3E"/>
    <w:rsid w:val="0075192B"/>
    <w:rsid w:val="007520B3"/>
    <w:rsid w:val="0075500B"/>
    <w:rsid w:val="00755D1D"/>
    <w:rsid w:val="00756D09"/>
    <w:rsid w:val="00756D34"/>
    <w:rsid w:val="00757D9C"/>
    <w:rsid w:val="0076070F"/>
    <w:rsid w:val="00763283"/>
    <w:rsid w:val="00764719"/>
    <w:rsid w:val="00764C19"/>
    <w:rsid w:val="00765D08"/>
    <w:rsid w:val="007670DB"/>
    <w:rsid w:val="00770897"/>
    <w:rsid w:val="00770BEA"/>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3EE5"/>
    <w:rsid w:val="007C4FED"/>
    <w:rsid w:val="007C520A"/>
    <w:rsid w:val="007C5C8F"/>
    <w:rsid w:val="007C7ACF"/>
    <w:rsid w:val="007D2C9D"/>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6F14"/>
    <w:rsid w:val="007F7082"/>
    <w:rsid w:val="007F719F"/>
    <w:rsid w:val="007F734C"/>
    <w:rsid w:val="007F79BE"/>
    <w:rsid w:val="00800ED9"/>
    <w:rsid w:val="00802103"/>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2137D"/>
    <w:rsid w:val="00825BC0"/>
    <w:rsid w:val="00826C4B"/>
    <w:rsid w:val="0083106A"/>
    <w:rsid w:val="008321ED"/>
    <w:rsid w:val="00832540"/>
    <w:rsid w:val="00832BF7"/>
    <w:rsid w:val="00832EB1"/>
    <w:rsid w:val="008342CD"/>
    <w:rsid w:val="00835460"/>
    <w:rsid w:val="008400ED"/>
    <w:rsid w:val="008426CC"/>
    <w:rsid w:val="008427C2"/>
    <w:rsid w:val="00842A49"/>
    <w:rsid w:val="0084307A"/>
    <w:rsid w:val="00843D0C"/>
    <w:rsid w:val="00844D81"/>
    <w:rsid w:val="0084574E"/>
    <w:rsid w:val="008464E5"/>
    <w:rsid w:val="00846BC9"/>
    <w:rsid w:val="00847982"/>
    <w:rsid w:val="00850C62"/>
    <w:rsid w:val="00850D24"/>
    <w:rsid w:val="008512AA"/>
    <w:rsid w:val="008513D5"/>
    <w:rsid w:val="00851844"/>
    <w:rsid w:val="00851BE5"/>
    <w:rsid w:val="00852370"/>
    <w:rsid w:val="00853D1D"/>
    <w:rsid w:val="00854563"/>
    <w:rsid w:val="00856DE6"/>
    <w:rsid w:val="0085759C"/>
    <w:rsid w:val="008579AD"/>
    <w:rsid w:val="00860FB3"/>
    <w:rsid w:val="00862F60"/>
    <w:rsid w:val="00863C7F"/>
    <w:rsid w:val="00863D14"/>
    <w:rsid w:val="008642F9"/>
    <w:rsid w:val="00865FBB"/>
    <w:rsid w:val="008667C1"/>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0C1A"/>
    <w:rsid w:val="008A10EB"/>
    <w:rsid w:val="008A110F"/>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2094"/>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D05"/>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87F"/>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D0D7D"/>
    <w:rsid w:val="009D16D5"/>
    <w:rsid w:val="009D3E7B"/>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6FD2"/>
    <w:rsid w:val="00A07991"/>
    <w:rsid w:val="00A07A78"/>
    <w:rsid w:val="00A10189"/>
    <w:rsid w:val="00A10542"/>
    <w:rsid w:val="00A1365A"/>
    <w:rsid w:val="00A14AB6"/>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6A28"/>
    <w:rsid w:val="00A3777A"/>
    <w:rsid w:val="00A37C06"/>
    <w:rsid w:val="00A40C23"/>
    <w:rsid w:val="00A41E0B"/>
    <w:rsid w:val="00A4210D"/>
    <w:rsid w:val="00A43FA3"/>
    <w:rsid w:val="00A445E3"/>
    <w:rsid w:val="00A44CC6"/>
    <w:rsid w:val="00A45851"/>
    <w:rsid w:val="00A5026A"/>
    <w:rsid w:val="00A5106E"/>
    <w:rsid w:val="00A51705"/>
    <w:rsid w:val="00A51736"/>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74"/>
    <w:rsid w:val="00AB3980"/>
    <w:rsid w:val="00AB3D56"/>
    <w:rsid w:val="00AB4B4D"/>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CAE"/>
    <w:rsid w:val="00B25C06"/>
    <w:rsid w:val="00B26880"/>
    <w:rsid w:val="00B26FC3"/>
    <w:rsid w:val="00B27410"/>
    <w:rsid w:val="00B27F15"/>
    <w:rsid w:val="00B30772"/>
    <w:rsid w:val="00B30A5D"/>
    <w:rsid w:val="00B31D73"/>
    <w:rsid w:val="00B349D2"/>
    <w:rsid w:val="00B34A5D"/>
    <w:rsid w:val="00B35269"/>
    <w:rsid w:val="00B372E6"/>
    <w:rsid w:val="00B37925"/>
    <w:rsid w:val="00B37968"/>
    <w:rsid w:val="00B40113"/>
    <w:rsid w:val="00B40CCE"/>
    <w:rsid w:val="00B414B4"/>
    <w:rsid w:val="00B423D1"/>
    <w:rsid w:val="00B42F07"/>
    <w:rsid w:val="00B43A1F"/>
    <w:rsid w:val="00B44D0D"/>
    <w:rsid w:val="00B47AC9"/>
    <w:rsid w:val="00B500C0"/>
    <w:rsid w:val="00B51323"/>
    <w:rsid w:val="00B51D5A"/>
    <w:rsid w:val="00B5243B"/>
    <w:rsid w:val="00B52A7F"/>
    <w:rsid w:val="00B52BE9"/>
    <w:rsid w:val="00B55F74"/>
    <w:rsid w:val="00B568CF"/>
    <w:rsid w:val="00B617D5"/>
    <w:rsid w:val="00B61F73"/>
    <w:rsid w:val="00B62288"/>
    <w:rsid w:val="00B63D5D"/>
    <w:rsid w:val="00B63F3C"/>
    <w:rsid w:val="00B6466C"/>
    <w:rsid w:val="00B66100"/>
    <w:rsid w:val="00B67A23"/>
    <w:rsid w:val="00B71EEE"/>
    <w:rsid w:val="00B7242A"/>
    <w:rsid w:val="00B74539"/>
    <w:rsid w:val="00B7583D"/>
    <w:rsid w:val="00B76229"/>
    <w:rsid w:val="00B76B7A"/>
    <w:rsid w:val="00B77B34"/>
    <w:rsid w:val="00B828C0"/>
    <w:rsid w:val="00B83EE2"/>
    <w:rsid w:val="00B8421C"/>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D3BDE"/>
    <w:rsid w:val="00BE014E"/>
    <w:rsid w:val="00BE197B"/>
    <w:rsid w:val="00BE298B"/>
    <w:rsid w:val="00BE69E9"/>
    <w:rsid w:val="00BE74B9"/>
    <w:rsid w:val="00BE7EDE"/>
    <w:rsid w:val="00BF18AF"/>
    <w:rsid w:val="00BF1D8C"/>
    <w:rsid w:val="00BF2557"/>
    <w:rsid w:val="00BF4059"/>
    <w:rsid w:val="00BF689E"/>
    <w:rsid w:val="00BF727F"/>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411FE"/>
    <w:rsid w:val="00C422A8"/>
    <w:rsid w:val="00C447AC"/>
    <w:rsid w:val="00C4656F"/>
    <w:rsid w:val="00C47D72"/>
    <w:rsid w:val="00C50F39"/>
    <w:rsid w:val="00C51290"/>
    <w:rsid w:val="00C56AA5"/>
    <w:rsid w:val="00C617B7"/>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B24"/>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507"/>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5E61"/>
    <w:rsid w:val="00CF64F1"/>
    <w:rsid w:val="00CF66E0"/>
    <w:rsid w:val="00CF6C39"/>
    <w:rsid w:val="00CF78F2"/>
    <w:rsid w:val="00CF7D02"/>
    <w:rsid w:val="00D02BAB"/>
    <w:rsid w:val="00D02CA8"/>
    <w:rsid w:val="00D032F3"/>
    <w:rsid w:val="00D04E92"/>
    <w:rsid w:val="00D05317"/>
    <w:rsid w:val="00D07934"/>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7286"/>
    <w:rsid w:val="00D81A96"/>
    <w:rsid w:val="00D81CA7"/>
    <w:rsid w:val="00D81EE0"/>
    <w:rsid w:val="00D81F19"/>
    <w:rsid w:val="00D82282"/>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672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4F3"/>
    <w:rsid w:val="00E16D4D"/>
    <w:rsid w:val="00E16F3C"/>
    <w:rsid w:val="00E20080"/>
    <w:rsid w:val="00E20611"/>
    <w:rsid w:val="00E213E1"/>
    <w:rsid w:val="00E2200E"/>
    <w:rsid w:val="00E265E5"/>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B28"/>
    <w:rsid w:val="00E513DD"/>
    <w:rsid w:val="00E56C50"/>
    <w:rsid w:val="00E56E0D"/>
    <w:rsid w:val="00E60A16"/>
    <w:rsid w:val="00E61355"/>
    <w:rsid w:val="00E614E0"/>
    <w:rsid w:val="00E62047"/>
    <w:rsid w:val="00E62347"/>
    <w:rsid w:val="00E631DC"/>
    <w:rsid w:val="00E641DF"/>
    <w:rsid w:val="00E64E2F"/>
    <w:rsid w:val="00E66E7B"/>
    <w:rsid w:val="00E7254B"/>
    <w:rsid w:val="00E73AD9"/>
    <w:rsid w:val="00E74C6E"/>
    <w:rsid w:val="00E74CD5"/>
    <w:rsid w:val="00E75C32"/>
    <w:rsid w:val="00E76798"/>
    <w:rsid w:val="00E80DF3"/>
    <w:rsid w:val="00E80E0A"/>
    <w:rsid w:val="00E86D44"/>
    <w:rsid w:val="00E91499"/>
    <w:rsid w:val="00E959F6"/>
    <w:rsid w:val="00E97112"/>
    <w:rsid w:val="00E97185"/>
    <w:rsid w:val="00E97B83"/>
    <w:rsid w:val="00EA082E"/>
    <w:rsid w:val="00EA0A42"/>
    <w:rsid w:val="00EA0D0C"/>
    <w:rsid w:val="00EA0E33"/>
    <w:rsid w:val="00EA29C9"/>
    <w:rsid w:val="00EA484F"/>
    <w:rsid w:val="00EA54E2"/>
    <w:rsid w:val="00EA5718"/>
    <w:rsid w:val="00EA69F4"/>
    <w:rsid w:val="00EA7D38"/>
    <w:rsid w:val="00EB0C28"/>
    <w:rsid w:val="00EB1462"/>
    <w:rsid w:val="00EB3125"/>
    <w:rsid w:val="00EB460E"/>
    <w:rsid w:val="00EB6858"/>
    <w:rsid w:val="00EB71CA"/>
    <w:rsid w:val="00EB7E5E"/>
    <w:rsid w:val="00EC022C"/>
    <w:rsid w:val="00EC088B"/>
    <w:rsid w:val="00EC0EE3"/>
    <w:rsid w:val="00EC1DB5"/>
    <w:rsid w:val="00EC401B"/>
    <w:rsid w:val="00EC51A1"/>
    <w:rsid w:val="00ED10DE"/>
    <w:rsid w:val="00ED1288"/>
    <w:rsid w:val="00ED463D"/>
    <w:rsid w:val="00ED6A7D"/>
    <w:rsid w:val="00EE1027"/>
    <w:rsid w:val="00EE49F6"/>
    <w:rsid w:val="00EE5C29"/>
    <w:rsid w:val="00EF0B59"/>
    <w:rsid w:val="00EF16D7"/>
    <w:rsid w:val="00EF1BBC"/>
    <w:rsid w:val="00EF2FA0"/>
    <w:rsid w:val="00EF5912"/>
    <w:rsid w:val="00EF6026"/>
    <w:rsid w:val="00EF680A"/>
    <w:rsid w:val="00EF6AF1"/>
    <w:rsid w:val="00F00414"/>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7F6"/>
    <w:rsid w:val="00F52A5D"/>
    <w:rsid w:val="00F52BA2"/>
    <w:rsid w:val="00F53EFA"/>
    <w:rsid w:val="00F5488C"/>
    <w:rsid w:val="00F55057"/>
    <w:rsid w:val="00F55418"/>
    <w:rsid w:val="00F55588"/>
    <w:rsid w:val="00F557D9"/>
    <w:rsid w:val="00F5758C"/>
    <w:rsid w:val="00F578F9"/>
    <w:rsid w:val="00F57B56"/>
    <w:rsid w:val="00F62042"/>
    <w:rsid w:val="00F64364"/>
    <w:rsid w:val="00F6517D"/>
    <w:rsid w:val="00F651D9"/>
    <w:rsid w:val="00F70119"/>
    <w:rsid w:val="00F70947"/>
    <w:rsid w:val="00F72E0C"/>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5CAD"/>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73C4"/>
    <w:rsid w:val="00FE1087"/>
    <w:rsid w:val="00FE17A6"/>
    <w:rsid w:val="00FE1B80"/>
    <w:rsid w:val="00FE1D7C"/>
    <w:rsid w:val="00FE2617"/>
    <w:rsid w:val="00FE3204"/>
    <w:rsid w:val="00FE36CC"/>
    <w:rsid w:val="00FE3C5E"/>
    <w:rsid w:val="00FE4B88"/>
    <w:rsid w:val="00FE59DE"/>
    <w:rsid w:val="00FE5EC4"/>
    <w:rsid w:val="00FE6078"/>
    <w:rsid w:val="00FE67D5"/>
    <w:rsid w:val="00FE71B8"/>
    <w:rsid w:val="00FF03CB"/>
    <w:rsid w:val="00FF2249"/>
    <w:rsid w:val="00FF2B8C"/>
    <w:rsid w:val="00FF30C5"/>
    <w:rsid w:val="00FF5424"/>
    <w:rsid w:val="00FF6207"/>
    <w:rsid w:val="00FF658D"/>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styleId="UnresolvedMention">
    <w:name w:val="Unresolved Mention"/>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E5C19E7-9330-459D-9CC2-0B9F97FC3634}">
  <ds:schemaRefs>
    <ds:schemaRef ds:uri="http://schemas.openxmlformats.org/officeDocument/2006/bibliography"/>
  </ds:schemaRefs>
</ds:datastoreItem>
</file>

<file path=customXml/itemProps2.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3.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2</TotalTime>
  <Pages>4</Pages>
  <Words>986</Words>
  <Characters>5623</Characters>
  <Application>Microsoft Office Word</Application>
  <DocSecurity>0</DocSecurity>
  <Lines>46</Lines>
  <Paragraphs>13</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6596</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CPU</cp:lastModifiedBy>
  <cp:revision>5</cp:revision>
  <cp:lastPrinted>2013-10-18T08:32:00Z</cp:lastPrinted>
  <dcterms:created xsi:type="dcterms:W3CDTF">2020-07-06T12:43:00Z</dcterms:created>
  <dcterms:modified xsi:type="dcterms:W3CDTF">2025-12-10T23:49:00Z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